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D1" w:rsidRDefault="00E505D1" w:rsidP="00181CE7"/>
    <w:p w:rsidR="004F544D" w:rsidRDefault="008050B1" w:rsidP="00181CE7">
      <w:r>
        <w:t>Übersicht und Parameter der Regelstrecken WINFACT 2016</w:t>
      </w:r>
      <w:r w:rsidR="004F544D">
        <w:t xml:space="preserve"> :</w:t>
      </w:r>
    </w:p>
    <w:p w:rsidR="00510FAA" w:rsidRDefault="00510FAA" w:rsidP="00181CE7"/>
    <w:p w:rsidR="004F544D" w:rsidRDefault="004F544D" w:rsidP="00181CE7"/>
    <w:p w:rsidR="004F544D" w:rsidRDefault="004F544D" w:rsidP="00181CE7"/>
    <w:tbl>
      <w:tblPr>
        <w:tblStyle w:val="Tabellenraster"/>
        <w:tblW w:w="6757" w:type="dxa"/>
        <w:tblLook w:val="04A0" w:firstRow="1" w:lastRow="0" w:firstColumn="1" w:lastColumn="0" w:noHBand="0" w:noVBand="1"/>
      </w:tblPr>
      <w:tblGrid>
        <w:gridCol w:w="1563"/>
        <w:gridCol w:w="757"/>
        <w:gridCol w:w="762"/>
        <w:gridCol w:w="745"/>
        <w:gridCol w:w="779"/>
        <w:gridCol w:w="826"/>
        <w:gridCol w:w="754"/>
        <w:gridCol w:w="571"/>
      </w:tblGrid>
      <w:tr w:rsidR="008050B1" w:rsidTr="008050B1">
        <w:tc>
          <w:tcPr>
            <w:tcW w:w="1563" w:type="dxa"/>
          </w:tcPr>
          <w:p w:rsidR="008050B1" w:rsidRDefault="008050B1" w:rsidP="00181CE7">
            <w:r>
              <w:t>Streckenname</w:t>
            </w:r>
          </w:p>
        </w:tc>
        <w:tc>
          <w:tcPr>
            <w:tcW w:w="757" w:type="dxa"/>
          </w:tcPr>
          <w:p w:rsidR="008050B1" w:rsidRDefault="008050B1" w:rsidP="00181CE7">
            <w:r>
              <w:t xml:space="preserve">   t10</w:t>
            </w:r>
          </w:p>
        </w:tc>
        <w:tc>
          <w:tcPr>
            <w:tcW w:w="762" w:type="dxa"/>
          </w:tcPr>
          <w:p w:rsidR="008050B1" w:rsidRDefault="008050B1" w:rsidP="00181CE7">
            <w:r>
              <w:t xml:space="preserve">   t50</w:t>
            </w:r>
          </w:p>
        </w:tc>
        <w:tc>
          <w:tcPr>
            <w:tcW w:w="745" w:type="dxa"/>
          </w:tcPr>
          <w:p w:rsidR="008050B1" w:rsidRDefault="008050B1" w:rsidP="00181CE7">
            <w:r>
              <w:t xml:space="preserve">   t90</w:t>
            </w:r>
          </w:p>
        </w:tc>
        <w:tc>
          <w:tcPr>
            <w:tcW w:w="779" w:type="dxa"/>
          </w:tcPr>
          <w:p w:rsidR="008050B1" w:rsidRDefault="008050B1" w:rsidP="00181CE7">
            <w:r>
              <w:t xml:space="preserve">  </w:t>
            </w:r>
            <w:proofErr w:type="spellStart"/>
            <w:r>
              <w:t>kps</w:t>
            </w:r>
            <w:proofErr w:type="spellEnd"/>
          </w:p>
        </w:tc>
        <w:tc>
          <w:tcPr>
            <w:tcW w:w="826" w:type="dxa"/>
          </w:tcPr>
          <w:p w:rsidR="008050B1" w:rsidRDefault="008050B1" w:rsidP="00181CE7">
            <w:r>
              <w:t xml:space="preserve">    µ</w:t>
            </w:r>
          </w:p>
        </w:tc>
        <w:tc>
          <w:tcPr>
            <w:tcW w:w="754" w:type="dxa"/>
          </w:tcPr>
          <w:p w:rsidR="008050B1" w:rsidRDefault="008050B1" w:rsidP="00181CE7">
            <w:r>
              <w:t xml:space="preserve">   T1</w:t>
            </w:r>
          </w:p>
        </w:tc>
        <w:tc>
          <w:tcPr>
            <w:tcW w:w="571" w:type="dxa"/>
          </w:tcPr>
          <w:p w:rsidR="008050B1" w:rsidRDefault="008050B1" w:rsidP="00181CE7">
            <w:r>
              <w:t xml:space="preserve">    n</w:t>
            </w:r>
          </w:p>
        </w:tc>
      </w:tr>
      <w:tr w:rsidR="008050B1" w:rsidTr="008050B1">
        <w:trPr>
          <w:trHeight w:val="446"/>
        </w:trPr>
        <w:tc>
          <w:tcPr>
            <w:tcW w:w="1563" w:type="dxa"/>
          </w:tcPr>
          <w:p w:rsidR="008050B1" w:rsidRPr="00852551" w:rsidRDefault="008050B1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Tempplant</w:t>
            </w:r>
            <w:proofErr w:type="spellEnd"/>
          </w:p>
        </w:tc>
        <w:tc>
          <w:tcPr>
            <w:tcW w:w="757" w:type="dxa"/>
          </w:tcPr>
          <w:p w:rsidR="008050B1" w:rsidRDefault="008050B1" w:rsidP="00181CE7">
            <w:r>
              <w:t>110 s</w:t>
            </w:r>
          </w:p>
        </w:tc>
        <w:tc>
          <w:tcPr>
            <w:tcW w:w="762" w:type="dxa"/>
          </w:tcPr>
          <w:p w:rsidR="008050B1" w:rsidRDefault="008050B1" w:rsidP="00181CE7">
            <w:r>
              <w:t xml:space="preserve"> 267s</w:t>
            </w:r>
          </w:p>
        </w:tc>
        <w:tc>
          <w:tcPr>
            <w:tcW w:w="745" w:type="dxa"/>
          </w:tcPr>
          <w:p w:rsidR="008050B1" w:rsidRDefault="008050B1" w:rsidP="00181CE7">
            <w:r>
              <w:t>532 s</w:t>
            </w:r>
          </w:p>
        </w:tc>
        <w:tc>
          <w:tcPr>
            <w:tcW w:w="779" w:type="dxa"/>
          </w:tcPr>
          <w:p w:rsidR="008050B1" w:rsidRDefault="008050B1" w:rsidP="00181CE7">
            <w:r>
              <w:t xml:space="preserve">    1</w:t>
            </w:r>
          </w:p>
        </w:tc>
        <w:tc>
          <w:tcPr>
            <w:tcW w:w="826" w:type="dxa"/>
          </w:tcPr>
          <w:p w:rsidR="008050B1" w:rsidRDefault="008050B1" w:rsidP="00181CE7">
            <w:r>
              <w:t xml:space="preserve"> </w:t>
            </w:r>
          </w:p>
        </w:tc>
        <w:tc>
          <w:tcPr>
            <w:tcW w:w="754" w:type="dxa"/>
          </w:tcPr>
          <w:p w:rsidR="008050B1" w:rsidRPr="007B0B4D" w:rsidRDefault="008050B1" w:rsidP="00181C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7B0B4D">
              <w:rPr>
                <w:sz w:val="20"/>
                <w:szCs w:val="20"/>
              </w:rPr>
              <w:t xml:space="preserve"> s</w:t>
            </w:r>
          </w:p>
        </w:tc>
        <w:tc>
          <w:tcPr>
            <w:tcW w:w="571" w:type="dxa"/>
          </w:tcPr>
          <w:p w:rsidR="008050B1" w:rsidRDefault="008050B1" w:rsidP="00181CE7">
            <w:r>
              <w:t xml:space="preserve">    3</w:t>
            </w:r>
          </w:p>
        </w:tc>
      </w:tr>
      <w:tr w:rsidR="008050B1" w:rsidTr="008050B1">
        <w:tc>
          <w:tcPr>
            <w:tcW w:w="1563" w:type="dxa"/>
          </w:tcPr>
          <w:p w:rsidR="008050B1" w:rsidRPr="00852551" w:rsidRDefault="008050B1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Speedplant</w:t>
            </w:r>
            <w:proofErr w:type="spellEnd"/>
          </w:p>
        </w:tc>
        <w:tc>
          <w:tcPr>
            <w:tcW w:w="757" w:type="dxa"/>
          </w:tcPr>
          <w:p w:rsidR="008050B1" w:rsidRPr="008050B1" w:rsidRDefault="008050B1" w:rsidP="00181CE7">
            <w:pPr>
              <w:rPr>
                <w:sz w:val="18"/>
                <w:szCs w:val="18"/>
              </w:rPr>
            </w:pPr>
            <w:r w:rsidRPr="008050B1">
              <w:rPr>
                <w:sz w:val="18"/>
                <w:szCs w:val="18"/>
              </w:rPr>
              <w:t>0,347s</w:t>
            </w:r>
          </w:p>
        </w:tc>
        <w:tc>
          <w:tcPr>
            <w:tcW w:w="762" w:type="dxa"/>
          </w:tcPr>
          <w:p w:rsidR="008050B1" w:rsidRDefault="008050B1" w:rsidP="00181CE7">
            <w:r>
              <w:t>1 s</w:t>
            </w:r>
          </w:p>
        </w:tc>
        <w:tc>
          <w:tcPr>
            <w:tcW w:w="745" w:type="dxa"/>
          </w:tcPr>
          <w:p w:rsidR="008050B1" w:rsidRPr="008050B1" w:rsidRDefault="008050B1" w:rsidP="00181CE7">
            <w:pPr>
              <w:rPr>
                <w:sz w:val="18"/>
                <w:szCs w:val="18"/>
              </w:rPr>
            </w:pPr>
            <w:r w:rsidRPr="008050B1">
              <w:rPr>
                <w:sz w:val="18"/>
                <w:szCs w:val="18"/>
              </w:rPr>
              <w:t>2,77 s</w:t>
            </w:r>
          </w:p>
        </w:tc>
        <w:tc>
          <w:tcPr>
            <w:tcW w:w="779" w:type="dxa"/>
          </w:tcPr>
          <w:p w:rsidR="008050B1" w:rsidRDefault="008050B1" w:rsidP="00181CE7">
            <w:r>
              <w:t xml:space="preserve">    1</w:t>
            </w:r>
          </w:p>
        </w:tc>
        <w:tc>
          <w:tcPr>
            <w:tcW w:w="826" w:type="dxa"/>
          </w:tcPr>
          <w:p w:rsidR="008050B1" w:rsidRDefault="008050B1" w:rsidP="00181CE7"/>
        </w:tc>
        <w:tc>
          <w:tcPr>
            <w:tcW w:w="754" w:type="dxa"/>
          </w:tcPr>
          <w:p w:rsidR="008050B1" w:rsidRPr="007965BE" w:rsidRDefault="008050B1" w:rsidP="00181CE7">
            <w:pPr>
              <w:rPr>
                <w:sz w:val="16"/>
                <w:szCs w:val="16"/>
              </w:rPr>
            </w:pPr>
            <w:r w:rsidRPr="007965BE">
              <w:rPr>
                <w:sz w:val="16"/>
                <w:szCs w:val="16"/>
              </w:rPr>
              <w:t>0,685 s</w:t>
            </w:r>
          </w:p>
        </w:tc>
        <w:tc>
          <w:tcPr>
            <w:tcW w:w="571" w:type="dxa"/>
          </w:tcPr>
          <w:p w:rsidR="008050B1" w:rsidRDefault="008050B1" w:rsidP="00181CE7">
            <w:r>
              <w:t xml:space="preserve">    2</w:t>
            </w:r>
          </w:p>
        </w:tc>
      </w:tr>
    </w:tbl>
    <w:p w:rsidR="00F90E40" w:rsidRDefault="00F90E40" w:rsidP="00181CE7"/>
    <w:p w:rsidR="00510FAA" w:rsidRDefault="00510FAA" w:rsidP="00181CE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63"/>
        <w:gridCol w:w="1434"/>
        <w:gridCol w:w="1434"/>
        <w:gridCol w:w="1435"/>
        <w:gridCol w:w="1436"/>
      </w:tblGrid>
      <w:tr w:rsidR="00B24D03" w:rsidTr="00B24D03">
        <w:tc>
          <w:tcPr>
            <w:tcW w:w="1445" w:type="dxa"/>
          </w:tcPr>
          <w:p w:rsidR="00B24D03" w:rsidRDefault="00B24D03" w:rsidP="00181CE7">
            <w:r>
              <w:t>Streckenname</w:t>
            </w:r>
          </w:p>
        </w:tc>
        <w:tc>
          <w:tcPr>
            <w:tcW w:w="1445" w:type="dxa"/>
          </w:tcPr>
          <w:p w:rsidR="00B24D03" w:rsidRDefault="00B24D03" w:rsidP="00B24D03">
            <w:pPr>
              <w:jc w:val="center"/>
            </w:pPr>
            <w:r>
              <w:sym w:font="Symbol" w:char="F044"/>
            </w:r>
            <w:r>
              <w:t xml:space="preserve"> x</w:t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 </w:t>
            </w:r>
            <w:r>
              <w:sym w:font="Symbol" w:char="F044"/>
            </w:r>
            <w:r>
              <w:t xml:space="preserve"> t</w:t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 Tu</w:t>
            </w:r>
          </w:p>
        </w:tc>
        <w:tc>
          <w:tcPr>
            <w:tcW w:w="1446" w:type="dxa"/>
          </w:tcPr>
          <w:p w:rsidR="00B24D03" w:rsidRDefault="00B24D03" w:rsidP="00181CE7">
            <w:r>
              <w:t xml:space="preserve">         </w:t>
            </w:r>
            <w:proofErr w:type="spellStart"/>
            <w:r>
              <w:t>Kis</w:t>
            </w:r>
            <w:proofErr w:type="spellEnd"/>
          </w:p>
        </w:tc>
      </w:tr>
      <w:tr w:rsidR="00B24D03" w:rsidTr="00B24D03">
        <w:tc>
          <w:tcPr>
            <w:tcW w:w="1445" w:type="dxa"/>
          </w:tcPr>
          <w:p w:rsidR="00B24D03" w:rsidRDefault="00B24D03" w:rsidP="00181CE7">
            <w:proofErr w:type="spellStart"/>
            <w:r>
              <w:t>Posplant</w:t>
            </w:r>
            <w:proofErr w:type="spellEnd"/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   1</w:t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 1 s</w:t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 1 s</w:t>
            </w:r>
          </w:p>
        </w:tc>
        <w:tc>
          <w:tcPr>
            <w:tcW w:w="1446" w:type="dxa"/>
          </w:tcPr>
          <w:p w:rsidR="00B24D03" w:rsidRDefault="00B24D03" w:rsidP="00181CE7">
            <w:r>
              <w:t xml:space="preserve">          1</w:t>
            </w:r>
          </w:p>
        </w:tc>
      </w:tr>
    </w:tbl>
    <w:p w:rsidR="00B24D03" w:rsidRDefault="00B24D03" w:rsidP="00181CE7"/>
    <w:p w:rsidR="00B24D03" w:rsidRDefault="00B24D03" w:rsidP="00181CE7"/>
    <w:p w:rsidR="00510FAA" w:rsidRDefault="00510FAA" w:rsidP="00181CE7"/>
    <w:p w:rsidR="00CF0F0E" w:rsidRDefault="00CF0F0E" w:rsidP="00181CE7"/>
    <w:p w:rsidR="00CF0F0E" w:rsidRDefault="00CF0F0E" w:rsidP="00181CE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79"/>
        <w:gridCol w:w="1445"/>
        <w:gridCol w:w="1445"/>
        <w:gridCol w:w="1445"/>
        <w:gridCol w:w="1446"/>
      </w:tblGrid>
      <w:tr w:rsidR="00CF0F0E" w:rsidTr="00510FAA">
        <w:tc>
          <w:tcPr>
            <w:tcW w:w="1479" w:type="dxa"/>
          </w:tcPr>
          <w:p w:rsidR="00CF0F0E" w:rsidRDefault="00CF0F0E" w:rsidP="00181CE7">
            <w:r>
              <w:t>Streckenart</w:t>
            </w:r>
          </w:p>
        </w:tc>
        <w:tc>
          <w:tcPr>
            <w:tcW w:w="1445" w:type="dxa"/>
          </w:tcPr>
          <w:p w:rsidR="00CF0F0E" w:rsidRDefault="00CF0F0E" w:rsidP="00181CE7">
            <w:r>
              <w:t xml:space="preserve">       </w:t>
            </w:r>
            <w:proofErr w:type="spellStart"/>
            <w:r>
              <w:t>Kpr</w:t>
            </w:r>
            <w:proofErr w:type="spellEnd"/>
          </w:p>
        </w:tc>
        <w:tc>
          <w:tcPr>
            <w:tcW w:w="1445" w:type="dxa"/>
          </w:tcPr>
          <w:p w:rsidR="00CF0F0E" w:rsidRDefault="00CF0F0E" w:rsidP="00181CE7">
            <w:r>
              <w:t xml:space="preserve">          </w:t>
            </w:r>
            <w:proofErr w:type="spellStart"/>
            <w:r>
              <w:t>Ti</w:t>
            </w:r>
            <w:proofErr w:type="spellEnd"/>
          </w:p>
        </w:tc>
        <w:tc>
          <w:tcPr>
            <w:tcW w:w="1445" w:type="dxa"/>
          </w:tcPr>
          <w:p w:rsidR="00CF0F0E" w:rsidRDefault="00CF0F0E" w:rsidP="00181CE7">
            <w:r>
              <w:t xml:space="preserve">         </w:t>
            </w:r>
            <w:proofErr w:type="spellStart"/>
            <w:r>
              <w:t>Td</w:t>
            </w:r>
            <w:proofErr w:type="spellEnd"/>
          </w:p>
        </w:tc>
        <w:tc>
          <w:tcPr>
            <w:tcW w:w="1446" w:type="dxa"/>
          </w:tcPr>
          <w:p w:rsidR="00CF0F0E" w:rsidRDefault="00CF0F0E" w:rsidP="00181CE7">
            <w:r>
              <w:t xml:space="preserve">      Verfahren</w:t>
            </w:r>
          </w:p>
        </w:tc>
      </w:tr>
      <w:tr w:rsidR="00CF0F0E" w:rsidTr="00510FAA">
        <w:tc>
          <w:tcPr>
            <w:tcW w:w="1479" w:type="dxa"/>
          </w:tcPr>
          <w:p w:rsidR="00CF0F0E" w:rsidRPr="006540BA" w:rsidRDefault="008050B1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Tempplant</w:t>
            </w:r>
            <w:proofErr w:type="spellEnd"/>
          </w:p>
        </w:tc>
        <w:tc>
          <w:tcPr>
            <w:tcW w:w="1445" w:type="dxa"/>
          </w:tcPr>
          <w:p w:rsidR="00CF0F0E" w:rsidRDefault="008050B1" w:rsidP="00181CE7">
            <w:r>
              <w:t xml:space="preserve">     2,75</w:t>
            </w:r>
          </w:p>
        </w:tc>
        <w:tc>
          <w:tcPr>
            <w:tcW w:w="1445" w:type="dxa"/>
          </w:tcPr>
          <w:p w:rsidR="00CF0F0E" w:rsidRPr="008050B1" w:rsidRDefault="006540BA" w:rsidP="00181CE7">
            <w:r w:rsidRPr="008050B1">
              <w:t xml:space="preserve">    </w:t>
            </w:r>
            <w:r w:rsidR="008050B1">
              <w:t xml:space="preserve">   </w:t>
            </w:r>
            <w:r w:rsidR="008050B1" w:rsidRPr="008050B1">
              <w:t>260 s</w:t>
            </w:r>
          </w:p>
        </w:tc>
        <w:tc>
          <w:tcPr>
            <w:tcW w:w="1445" w:type="dxa"/>
          </w:tcPr>
          <w:p w:rsidR="00CF0F0E" w:rsidRDefault="008050B1" w:rsidP="00181CE7">
            <w:r>
              <w:t xml:space="preserve">        75 s</w:t>
            </w:r>
          </w:p>
        </w:tc>
        <w:tc>
          <w:tcPr>
            <w:tcW w:w="1446" w:type="dxa"/>
          </w:tcPr>
          <w:p w:rsidR="00CF0F0E" w:rsidRDefault="006540BA" w:rsidP="00181CE7">
            <w:r>
              <w:t>% Kennwert</w:t>
            </w:r>
          </w:p>
        </w:tc>
      </w:tr>
      <w:tr w:rsidR="00CF0F0E" w:rsidTr="00510FAA">
        <w:tc>
          <w:tcPr>
            <w:tcW w:w="1479" w:type="dxa"/>
          </w:tcPr>
          <w:p w:rsidR="00CF0F0E" w:rsidRPr="006540BA" w:rsidRDefault="008050B1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Tempplant</w:t>
            </w:r>
            <w:proofErr w:type="spellEnd"/>
          </w:p>
        </w:tc>
        <w:tc>
          <w:tcPr>
            <w:tcW w:w="1445" w:type="dxa"/>
          </w:tcPr>
          <w:p w:rsidR="00CF0F0E" w:rsidRDefault="008050B1" w:rsidP="00181CE7">
            <w:r>
              <w:t xml:space="preserve">     1</w:t>
            </w:r>
          </w:p>
        </w:tc>
        <w:tc>
          <w:tcPr>
            <w:tcW w:w="1445" w:type="dxa"/>
          </w:tcPr>
          <w:p w:rsidR="00CF0F0E" w:rsidRDefault="008050B1" w:rsidP="00181CE7">
            <w:r>
              <w:t xml:space="preserve">      197,5</w:t>
            </w:r>
            <w:r w:rsidR="006540BA">
              <w:t xml:space="preserve"> s</w:t>
            </w:r>
          </w:p>
        </w:tc>
        <w:tc>
          <w:tcPr>
            <w:tcW w:w="1445" w:type="dxa"/>
          </w:tcPr>
          <w:p w:rsidR="00CF0F0E" w:rsidRDefault="008050B1" w:rsidP="00181CE7">
            <w:r>
              <w:t xml:space="preserve">        50 s</w:t>
            </w:r>
          </w:p>
        </w:tc>
        <w:tc>
          <w:tcPr>
            <w:tcW w:w="1446" w:type="dxa"/>
          </w:tcPr>
          <w:p w:rsidR="00CF0F0E" w:rsidRDefault="008050B1" w:rsidP="00181CE7">
            <w:r>
              <w:t>T</w:t>
            </w:r>
            <w:r>
              <w:sym w:font="Symbol" w:char="F053"/>
            </w:r>
            <w:r>
              <w:t xml:space="preserve"> normal</w:t>
            </w:r>
          </w:p>
        </w:tc>
      </w:tr>
      <w:tr w:rsidR="00CF0F0E" w:rsidTr="00510FAA">
        <w:tc>
          <w:tcPr>
            <w:tcW w:w="1479" w:type="dxa"/>
          </w:tcPr>
          <w:p w:rsidR="00CF0F0E" w:rsidRDefault="008050B1" w:rsidP="00181CE7">
            <w:proofErr w:type="spellStart"/>
            <w:r>
              <w:rPr>
                <w:sz w:val="20"/>
                <w:szCs w:val="20"/>
              </w:rPr>
              <w:t>Tempplant</w:t>
            </w:r>
            <w:proofErr w:type="spellEnd"/>
          </w:p>
        </w:tc>
        <w:tc>
          <w:tcPr>
            <w:tcW w:w="1445" w:type="dxa"/>
          </w:tcPr>
          <w:p w:rsidR="00CF0F0E" w:rsidRDefault="008050B1" w:rsidP="00181CE7">
            <w:r>
              <w:t xml:space="preserve">     2</w:t>
            </w:r>
          </w:p>
        </w:tc>
        <w:tc>
          <w:tcPr>
            <w:tcW w:w="1445" w:type="dxa"/>
          </w:tcPr>
          <w:p w:rsidR="00CF0F0E" w:rsidRDefault="00040FBB" w:rsidP="00181CE7">
            <w:r>
              <w:t xml:space="preserve">     </w:t>
            </w:r>
            <w:r w:rsidR="008050B1">
              <w:t xml:space="preserve">  239 </w:t>
            </w:r>
            <w:r w:rsidR="00D738B4">
              <w:t>s</w:t>
            </w:r>
          </w:p>
        </w:tc>
        <w:tc>
          <w:tcPr>
            <w:tcW w:w="1445" w:type="dxa"/>
          </w:tcPr>
          <w:p w:rsidR="00CF0F0E" w:rsidRDefault="008050B1" w:rsidP="00181CE7">
            <w:r>
              <w:t xml:space="preserve">        58</w:t>
            </w:r>
            <w:r w:rsidR="00D738B4">
              <w:t xml:space="preserve"> s</w:t>
            </w:r>
          </w:p>
        </w:tc>
        <w:tc>
          <w:tcPr>
            <w:tcW w:w="1446" w:type="dxa"/>
          </w:tcPr>
          <w:p w:rsidR="00CF0F0E" w:rsidRDefault="008050B1" w:rsidP="00181CE7">
            <w:r>
              <w:t>T</w:t>
            </w:r>
            <w:r>
              <w:sym w:font="Symbol" w:char="F053"/>
            </w:r>
            <w:r>
              <w:t xml:space="preserve"> schnell</w:t>
            </w:r>
          </w:p>
        </w:tc>
      </w:tr>
      <w:tr w:rsidR="00CF0F0E" w:rsidTr="00510FAA">
        <w:tc>
          <w:tcPr>
            <w:tcW w:w="1479" w:type="dxa"/>
          </w:tcPr>
          <w:p w:rsidR="00CF0F0E" w:rsidRPr="003B571C" w:rsidRDefault="008050B1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Speedplant</w:t>
            </w:r>
            <w:proofErr w:type="spellEnd"/>
          </w:p>
        </w:tc>
        <w:tc>
          <w:tcPr>
            <w:tcW w:w="1445" w:type="dxa"/>
          </w:tcPr>
          <w:p w:rsidR="00CF0F0E" w:rsidRDefault="008050B1" w:rsidP="00181CE7">
            <w:r>
              <w:t xml:space="preserve">     </w:t>
            </w:r>
            <w:r w:rsidR="00C7763E">
              <w:t>1,3</w:t>
            </w:r>
          </w:p>
        </w:tc>
        <w:tc>
          <w:tcPr>
            <w:tcW w:w="1445" w:type="dxa"/>
          </w:tcPr>
          <w:p w:rsidR="00CF0F0E" w:rsidRDefault="00C7763E" w:rsidP="00181CE7">
            <w:r>
              <w:t xml:space="preserve">       1,03</w:t>
            </w:r>
            <w:r w:rsidR="003B571C">
              <w:t xml:space="preserve"> s</w:t>
            </w:r>
          </w:p>
        </w:tc>
        <w:tc>
          <w:tcPr>
            <w:tcW w:w="1445" w:type="dxa"/>
          </w:tcPr>
          <w:p w:rsidR="00CF0F0E" w:rsidRDefault="0030145F" w:rsidP="00181CE7">
            <w:r>
              <w:t xml:space="preserve">      </w:t>
            </w:r>
          </w:p>
        </w:tc>
        <w:tc>
          <w:tcPr>
            <w:tcW w:w="1446" w:type="dxa"/>
          </w:tcPr>
          <w:p w:rsidR="00CF0F0E" w:rsidRPr="003B571C" w:rsidRDefault="00C7763E" w:rsidP="00181CE7">
            <w:pPr>
              <w:rPr>
                <w:b/>
                <w:sz w:val="16"/>
                <w:szCs w:val="16"/>
              </w:rPr>
            </w:pPr>
            <w:r w:rsidRPr="00A02A49">
              <w:t>% Kennwert</w:t>
            </w:r>
          </w:p>
        </w:tc>
      </w:tr>
      <w:tr w:rsidR="00A02A49" w:rsidTr="00510FAA">
        <w:tc>
          <w:tcPr>
            <w:tcW w:w="1479" w:type="dxa"/>
          </w:tcPr>
          <w:p w:rsidR="00A02A49" w:rsidRPr="00C7763E" w:rsidRDefault="00C7763E" w:rsidP="00181CE7">
            <w:pPr>
              <w:rPr>
                <w:sz w:val="20"/>
                <w:szCs w:val="20"/>
              </w:rPr>
            </w:pPr>
            <w:proofErr w:type="spellStart"/>
            <w:r w:rsidRPr="00C7763E">
              <w:rPr>
                <w:sz w:val="20"/>
                <w:szCs w:val="20"/>
              </w:rPr>
              <w:t>Speedplant</w:t>
            </w:r>
            <w:proofErr w:type="spellEnd"/>
          </w:p>
        </w:tc>
        <w:tc>
          <w:tcPr>
            <w:tcW w:w="1445" w:type="dxa"/>
          </w:tcPr>
          <w:p w:rsidR="00A02A49" w:rsidRDefault="00C7763E" w:rsidP="00181CE7">
            <w:r>
              <w:t xml:space="preserve">     0,5</w:t>
            </w:r>
          </w:p>
        </w:tc>
        <w:tc>
          <w:tcPr>
            <w:tcW w:w="1445" w:type="dxa"/>
          </w:tcPr>
          <w:p w:rsidR="00A02A49" w:rsidRDefault="00C7763E" w:rsidP="00181CE7">
            <w:r>
              <w:t xml:space="preserve">     </w:t>
            </w:r>
            <w:r w:rsidR="00A02A49">
              <w:t xml:space="preserve"> </w:t>
            </w:r>
            <w:r>
              <w:t xml:space="preserve"> 0,66 </w:t>
            </w:r>
            <w:r w:rsidR="00A02A49">
              <w:t>s</w:t>
            </w:r>
          </w:p>
        </w:tc>
        <w:tc>
          <w:tcPr>
            <w:tcW w:w="1445" w:type="dxa"/>
          </w:tcPr>
          <w:p w:rsidR="00A02A49" w:rsidRDefault="00A02A49" w:rsidP="00181CE7"/>
        </w:tc>
        <w:tc>
          <w:tcPr>
            <w:tcW w:w="1446" w:type="dxa"/>
          </w:tcPr>
          <w:p w:rsidR="00A02A49" w:rsidRPr="00A02A49" w:rsidRDefault="00C7763E" w:rsidP="00181CE7">
            <w:r>
              <w:t>T</w:t>
            </w:r>
            <w:r>
              <w:sym w:font="Symbol" w:char="F053"/>
            </w:r>
            <w:r>
              <w:t xml:space="preserve"> normal</w:t>
            </w:r>
          </w:p>
        </w:tc>
      </w:tr>
      <w:tr w:rsidR="00A02A49" w:rsidTr="00510FAA">
        <w:tc>
          <w:tcPr>
            <w:tcW w:w="1479" w:type="dxa"/>
          </w:tcPr>
          <w:p w:rsidR="00A02A49" w:rsidRPr="00A02A49" w:rsidRDefault="00C7763E" w:rsidP="00181CE7">
            <w:pPr>
              <w:rPr>
                <w:b/>
                <w:sz w:val="16"/>
                <w:szCs w:val="16"/>
              </w:rPr>
            </w:pPr>
            <w:proofErr w:type="spellStart"/>
            <w:r w:rsidRPr="00C7763E">
              <w:rPr>
                <w:sz w:val="20"/>
                <w:szCs w:val="20"/>
              </w:rPr>
              <w:t>Speedplant</w:t>
            </w:r>
            <w:proofErr w:type="spellEnd"/>
          </w:p>
        </w:tc>
        <w:tc>
          <w:tcPr>
            <w:tcW w:w="1445" w:type="dxa"/>
          </w:tcPr>
          <w:p w:rsidR="00A02A49" w:rsidRDefault="00C7763E" w:rsidP="00181CE7">
            <w:r>
              <w:t xml:space="preserve">     1</w:t>
            </w:r>
          </w:p>
        </w:tc>
        <w:tc>
          <w:tcPr>
            <w:tcW w:w="1445" w:type="dxa"/>
          </w:tcPr>
          <w:p w:rsidR="00A02A49" w:rsidRDefault="00C7763E" w:rsidP="00181CE7">
            <w:r>
              <w:t xml:space="preserve">      0,924</w:t>
            </w:r>
            <w:r w:rsidR="00A02A49">
              <w:t xml:space="preserve"> s</w:t>
            </w:r>
          </w:p>
        </w:tc>
        <w:tc>
          <w:tcPr>
            <w:tcW w:w="1445" w:type="dxa"/>
          </w:tcPr>
          <w:p w:rsidR="00A02A49" w:rsidRDefault="00A02A49" w:rsidP="00181CE7"/>
        </w:tc>
        <w:tc>
          <w:tcPr>
            <w:tcW w:w="1446" w:type="dxa"/>
          </w:tcPr>
          <w:p w:rsidR="00A02A49" w:rsidRPr="00A02A49" w:rsidRDefault="00C7763E" w:rsidP="00181CE7">
            <w:r>
              <w:t>T</w:t>
            </w:r>
            <w:r>
              <w:sym w:font="Symbol" w:char="F053"/>
            </w:r>
            <w:r>
              <w:t xml:space="preserve"> schnell</w:t>
            </w:r>
          </w:p>
        </w:tc>
      </w:tr>
      <w:tr w:rsidR="00B24D03" w:rsidTr="00510FAA">
        <w:tc>
          <w:tcPr>
            <w:tcW w:w="1479" w:type="dxa"/>
          </w:tcPr>
          <w:p w:rsidR="00B24D03" w:rsidRPr="00C7763E" w:rsidRDefault="00B24D03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Posplant</w:t>
            </w:r>
            <w:proofErr w:type="spellEnd"/>
          </w:p>
        </w:tc>
        <w:tc>
          <w:tcPr>
            <w:tcW w:w="1445" w:type="dxa"/>
          </w:tcPr>
          <w:p w:rsidR="00B24D03" w:rsidRDefault="00B24D03" w:rsidP="00181CE7">
            <w:r>
              <w:t xml:space="preserve">     0,34</w:t>
            </w:r>
          </w:p>
        </w:tc>
        <w:tc>
          <w:tcPr>
            <w:tcW w:w="1445" w:type="dxa"/>
          </w:tcPr>
          <w:p w:rsidR="00B24D03" w:rsidRPr="00B24D03" w:rsidRDefault="00B24D03" w:rsidP="00181CE7">
            <w:pPr>
              <w:rPr>
                <w:b/>
                <w:sz w:val="20"/>
              </w:rPr>
            </w:pPr>
            <w:r>
              <w:t xml:space="preserve">       </w:t>
            </w:r>
            <w:r w:rsidRPr="00B24D03">
              <w:rPr>
                <w:b/>
                <w:sz w:val="20"/>
              </w:rPr>
              <w:sym w:font="Wingdings" w:char="F0E0"/>
            </w:r>
            <w:r w:rsidRPr="00B24D03">
              <w:rPr>
                <w:b/>
                <w:sz w:val="20"/>
              </w:rPr>
              <w:t xml:space="preserve"> </w:t>
            </w:r>
            <w:r w:rsidRPr="00B24D03">
              <w:rPr>
                <w:b/>
                <w:sz w:val="20"/>
              </w:rPr>
              <w:sym w:font="Symbol" w:char="F0A5"/>
            </w:r>
          </w:p>
        </w:tc>
        <w:tc>
          <w:tcPr>
            <w:tcW w:w="1445" w:type="dxa"/>
          </w:tcPr>
          <w:p w:rsidR="00B24D03" w:rsidRDefault="00B24D03" w:rsidP="00181CE7"/>
        </w:tc>
        <w:tc>
          <w:tcPr>
            <w:tcW w:w="1446" w:type="dxa"/>
          </w:tcPr>
          <w:p w:rsidR="00B24D03" w:rsidRDefault="00B24D03" w:rsidP="00181CE7">
            <w:proofErr w:type="spellStart"/>
            <w:r>
              <w:t>Hrones</w:t>
            </w:r>
            <w:proofErr w:type="spellEnd"/>
          </w:p>
        </w:tc>
      </w:tr>
      <w:tr w:rsidR="00B24D03" w:rsidTr="00510FAA">
        <w:tc>
          <w:tcPr>
            <w:tcW w:w="1479" w:type="dxa"/>
          </w:tcPr>
          <w:p w:rsidR="00B24D03" w:rsidRDefault="00B24D03" w:rsidP="00181C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Posplant</w:t>
            </w:r>
            <w:proofErr w:type="spellEnd"/>
          </w:p>
        </w:tc>
        <w:tc>
          <w:tcPr>
            <w:tcW w:w="1445" w:type="dxa"/>
          </w:tcPr>
          <w:p w:rsidR="00B24D03" w:rsidRDefault="00B24D03" w:rsidP="00181CE7">
            <w:r>
              <w:t xml:space="preserve">     0,59</w:t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</w:t>
            </w:r>
            <w:r w:rsidRPr="00B24D03">
              <w:rPr>
                <w:b/>
                <w:sz w:val="20"/>
              </w:rPr>
              <w:sym w:font="Wingdings" w:char="F0E0"/>
            </w:r>
            <w:r w:rsidRPr="00B24D03">
              <w:rPr>
                <w:b/>
                <w:sz w:val="20"/>
              </w:rPr>
              <w:t xml:space="preserve"> </w:t>
            </w:r>
            <w:r w:rsidRPr="00B24D03">
              <w:rPr>
                <w:b/>
                <w:sz w:val="20"/>
              </w:rPr>
              <w:sym w:font="Symbol" w:char="F0A5"/>
            </w:r>
          </w:p>
        </w:tc>
        <w:tc>
          <w:tcPr>
            <w:tcW w:w="1445" w:type="dxa"/>
          </w:tcPr>
          <w:p w:rsidR="00B24D03" w:rsidRDefault="00B24D03" w:rsidP="00181CE7">
            <w:r>
              <w:t xml:space="preserve">        0,5 s</w:t>
            </w:r>
            <w:bookmarkStart w:id="0" w:name="_GoBack"/>
            <w:bookmarkEnd w:id="0"/>
          </w:p>
        </w:tc>
        <w:tc>
          <w:tcPr>
            <w:tcW w:w="1446" w:type="dxa"/>
          </w:tcPr>
          <w:p w:rsidR="00B24D03" w:rsidRDefault="00B24D03" w:rsidP="00181CE7">
            <w:proofErr w:type="spellStart"/>
            <w:r>
              <w:t>Hrones</w:t>
            </w:r>
            <w:proofErr w:type="spellEnd"/>
          </w:p>
        </w:tc>
      </w:tr>
    </w:tbl>
    <w:p w:rsidR="00CF0F0E" w:rsidRPr="00581F35" w:rsidRDefault="00CF0F0E" w:rsidP="00181CE7">
      <w:pPr>
        <w:rPr>
          <w:lang w:val="en-US"/>
        </w:rPr>
      </w:pPr>
    </w:p>
    <w:sectPr w:rsidR="00CF0F0E" w:rsidRPr="00581F35" w:rsidSect="00343196">
      <w:headerReference w:type="default" r:id="rId8"/>
      <w:footerReference w:type="default" r:id="rId9"/>
      <w:pgSz w:w="11906" w:h="16838" w:code="9"/>
      <w:pgMar w:top="2722" w:right="3402" w:bottom="1985" w:left="1418" w:header="127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71E" w:rsidRDefault="0012771E">
      <w:r>
        <w:separator/>
      </w:r>
    </w:p>
  </w:endnote>
  <w:endnote w:type="continuationSeparator" w:id="0">
    <w:p w:rsidR="0012771E" w:rsidRDefault="0012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ta Office">
    <w:panose1 w:val="020B05020400000200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520" w:rsidRPr="00467AA2" w:rsidRDefault="007D2C16" w:rsidP="00F25520">
    <w:pPr>
      <w:pStyle w:val="Fuzeile"/>
      <w:tabs>
        <w:tab w:val="clear" w:pos="9072"/>
      </w:tabs>
      <w:rPr>
        <w:b/>
        <w:color w:val="808080"/>
        <w:sz w:val="18"/>
        <w:szCs w:val="18"/>
      </w:rPr>
    </w:pPr>
    <w:r>
      <w:rPr>
        <w:noProof/>
        <w:color w:val="80808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6A12C6" wp14:editId="465F347C">
              <wp:simplePos x="0" y="0"/>
              <wp:positionH relativeFrom="column">
                <wp:posOffset>-744220</wp:posOffset>
              </wp:positionH>
              <wp:positionV relativeFrom="paragraph">
                <wp:posOffset>-408305</wp:posOffset>
              </wp:positionV>
              <wp:extent cx="358140" cy="882015"/>
              <wp:effectExtent l="0" t="1270" r="0" b="254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882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5520" w:rsidRPr="00BF1EA7" w:rsidRDefault="00F25520" w:rsidP="00956D0A">
                          <w:pPr>
                            <w:rPr>
                              <w:color w:val="808080"/>
                              <w:sz w:val="14"/>
                              <w:szCs w:val="14"/>
                            </w:rPr>
                          </w:pPr>
                          <w:r w:rsidRPr="00BF1EA7">
                            <w:rPr>
                              <w:color w:val="808080"/>
                              <w:sz w:val="14"/>
                              <w:szCs w:val="14"/>
                            </w:rPr>
                            <w:t>FB_0.0.0-000-</w:t>
                          </w:r>
                          <w:r w:rsidR="00467AA2">
                            <w:rPr>
                              <w:color w:val="808080"/>
                              <w:sz w:val="14"/>
                              <w:szCs w:val="14"/>
                            </w:rPr>
                            <w:t>0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58.6pt;margin-top:-32.15pt;width:28.2pt;height:6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" stroked="f">
              <v:textbox style="layout-flow:vertical;mso-layout-flow-alt:bottom-to-top">
                <w:txbxContent>
                  <w:p w:rsidR="00F25520" w:rsidRPr="00BF1EA7" w:rsidRDefault="00F25520" w:rsidP="00956D0A">
                    <w:pPr>
                      <w:rPr>
                        <w:color w:val="808080"/>
                        <w:sz w:val="14"/>
                        <w:szCs w:val="14"/>
                      </w:rPr>
                    </w:pPr>
                    <w:r w:rsidRPr="00BF1EA7">
                      <w:rPr>
                        <w:color w:val="808080"/>
                        <w:sz w:val="14"/>
                        <w:szCs w:val="14"/>
                      </w:rPr>
                      <w:t>FB_0.0.0-000-</w:t>
                    </w:r>
                    <w:r w:rsidR="00467AA2">
                      <w:rPr>
                        <w:color w:val="808080"/>
                        <w:sz w:val="14"/>
                        <w:szCs w:val="14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F25520" w:rsidRPr="00BF1EA7">
      <w:rPr>
        <w:color w:val="808080"/>
        <w:sz w:val="18"/>
        <w:szCs w:val="18"/>
      </w:rPr>
      <w:t xml:space="preserve">Seite </w:t>
    </w:r>
    <w:r w:rsidR="00F25520" w:rsidRPr="00BF1EA7">
      <w:rPr>
        <w:color w:val="808080"/>
        <w:sz w:val="18"/>
        <w:szCs w:val="18"/>
      </w:rPr>
      <w:fldChar w:fldCharType="begin"/>
    </w:r>
    <w:r w:rsidR="00F25520" w:rsidRPr="00BF1EA7">
      <w:rPr>
        <w:color w:val="808080"/>
        <w:sz w:val="18"/>
        <w:szCs w:val="18"/>
      </w:rPr>
      <w:instrText xml:space="preserve"> PAGE </w:instrText>
    </w:r>
    <w:r w:rsidR="00F25520" w:rsidRPr="00BF1EA7">
      <w:rPr>
        <w:color w:val="808080"/>
        <w:sz w:val="18"/>
        <w:szCs w:val="18"/>
      </w:rPr>
      <w:fldChar w:fldCharType="separate"/>
    </w:r>
    <w:r w:rsidR="00B24D03">
      <w:rPr>
        <w:noProof/>
        <w:color w:val="808080"/>
        <w:sz w:val="18"/>
        <w:szCs w:val="18"/>
      </w:rPr>
      <w:t>1</w:t>
    </w:r>
    <w:r w:rsidR="00F25520" w:rsidRPr="00BF1EA7">
      <w:rPr>
        <w:color w:val="808080"/>
        <w:sz w:val="18"/>
        <w:szCs w:val="18"/>
      </w:rPr>
      <w:fldChar w:fldCharType="end"/>
    </w:r>
    <w:r w:rsidR="00F25520" w:rsidRPr="00BF1EA7">
      <w:rPr>
        <w:color w:val="808080"/>
        <w:sz w:val="18"/>
        <w:szCs w:val="18"/>
      </w:rPr>
      <w:t xml:space="preserve"> von </w:t>
    </w:r>
    <w:r w:rsidR="00F25520" w:rsidRPr="00BF1EA7">
      <w:rPr>
        <w:color w:val="808080"/>
        <w:sz w:val="18"/>
        <w:szCs w:val="18"/>
      </w:rPr>
      <w:fldChar w:fldCharType="begin"/>
    </w:r>
    <w:r w:rsidR="00F25520" w:rsidRPr="00BF1EA7">
      <w:rPr>
        <w:color w:val="808080"/>
        <w:sz w:val="18"/>
        <w:szCs w:val="18"/>
      </w:rPr>
      <w:instrText xml:space="preserve"> NUMPAGES </w:instrText>
    </w:r>
    <w:r w:rsidR="00F25520" w:rsidRPr="00BF1EA7">
      <w:rPr>
        <w:color w:val="808080"/>
        <w:sz w:val="18"/>
        <w:szCs w:val="18"/>
      </w:rPr>
      <w:fldChar w:fldCharType="separate"/>
    </w:r>
    <w:r w:rsidR="00B24D03">
      <w:rPr>
        <w:noProof/>
        <w:color w:val="808080"/>
        <w:sz w:val="18"/>
        <w:szCs w:val="18"/>
      </w:rPr>
      <w:t>1</w:t>
    </w:r>
    <w:r w:rsidR="00F25520" w:rsidRPr="00BF1EA7">
      <w:rPr>
        <w:color w:val="808080"/>
        <w:sz w:val="18"/>
        <w:szCs w:val="18"/>
      </w:rPr>
      <w:fldChar w:fldCharType="end"/>
    </w:r>
  </w:p>
  <w:p w:rsidR="00F25520" w:rsidRPr="00467AA2" w:rsidRDefault="00F25520">
    <w:pPr>
      <w:pStyle w:val="Fuzeile"/>
      <w:tabs>
        <w:tab w:val="clear" w:pos="9072"/>
      </w:tabs>
      <w:rPr>
        <w:color w:val="808080"/>
        <w:sz w:val="16"/>
        <w:szCs w:val="16"/>
      </w:rPr>
    </w:pPr>
  </w:p>
  <w:p w:rsidR="00E505D1" w:rsidRPr="00467AA2" w:rsidRDefault="00F25520" w:rsidP="00467AA2">
    <w:pPr>
      <w:rPr>
        <w:color w:val="808080"/>
      </w:rPr>
    </w:pPr>
    <w:r w:rsidRPr="00467AA2">
      <w:rPr>
        <w:color w:val="808080"/>
      </w:rPr>
      <w:t>Berufsförderungswerk Dortmund  Hachen</w:t>
    </w:r>
    <w:r w:rsidR="00467AA2" w:rsidRPr="00467AA2">
      <w:rPr>
        <w:color w:val="808080"/>
      </w:rPr>
      <w:t>eyer Straße 180  44265 Dortmund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71E" w:rsidRDefault="0012771E">
      <w:r>
        <w:separator/>
      </w:r>
    </w:p>
  </w:footnote>
  <w:footnote w:type="continuationSeparator" w:id="0">
    <w:p w:rsidR="0012771E" w:rsidRDefault="00127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D1" w:rsidRPr="003F09D8" w:rsidRDefault="007D2C16" w:rsidP="003F09D8">
    <w:pPr>
      <w:pStyle w:val="Kopfzeile"/>
    </w:pPr>
    <w:r>
      <w:t>Technische Qualifizierung</w: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4662805</wp:posOffset>
          </wp:positionH>
          <wp:positionV relativeFrom="page">
            <wp:posOffset>474980</wp:posOffset>
          </wp:positionV>
          <wp:extent cx="2080895" cy="1153160"/>
          <wp:effectExtent l="0" t="0" r="0" b="8890"/>
          <wp:wrapTight wrapText="bothSides">
            <wp:wrapPolygon edited="0">
              <wp:start x="0" y="0"/>
              <wp:lineTo x="0" y="21410"/>
              <wp:lineTo x="21356" y="21410"/>
              <wp:lineTo x="21356" y="0"/>
              <wp:lineTo x="0" y="0"/>
            </wp:wrapPolygon>
          </wp:wrapTight>
          <wp:docPr id="6" name="Bild 6" descr="bfw-Do-A4-far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fw-Do-A4-far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95" cy="1153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784F5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87CB9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C0C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38E86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17ADB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7001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8AE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82A78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E7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628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C16"/>
    <w:rsid w:val="00001FDC"/>
    <w:rsid w:val="00040FBB"/>
    <w:rsid w:val="000635A6"/>
    <w:rsid w:val="00117ECA"/>
    <w:rsid w:val="0012771E"/>
    <w:rsid w:val="00181CE7"/>
    <w:rsid w:val="001F769D"/>
    <w:rsid w:val="0021517A"/>
    <w:rsid w:val="00266AC0"/>
    <w:rsid w:val="002869E0"/>
    <w:rsid w:val="002908C7"/>
    <w:rsid w:val="002C3CFA"/>
    <w:rsid w:val="002D5303"/>
    <w:rsid w:val="0030145F"/>
    <w:rsid w:val="00301654"/>
    <w:rsid w:val="00303C7A"/>
    <w:rsid w:val="0030607F"/>
    <w:rsid w:val="00343196"/>
    <w:rsid w:val="003B571C"/>
    <w:rsid w:val="003F09D8"/>
    <w:rsid w:val="00467AA2"/>
    <w:rsid w:val="00483AE3"/>
    <w:rsid w:val="004903AD"/>
    <w:rsid w:val="00493CDB"/>
    <w:rsid w:val="004A1827"/>
    <w:rsid w:val="004F544D"/>
    <w:rsid w:val="00510FAA"/>
    <w:rsid w:val="00581F35"/>
    <w:rsid w:val="005A6BB5"/>
    <w:rsid w:val="006074BC"/>
    <w:rsid w:val="00651998"/>
    <w:rsid w:val="006540BA"/>
    <w:rsid w:val="00686670"/>
    <w:rsid w:val="00794AFB"/>
    <w:rsid w:val="007965BE"/>
    <w:rsid w:val="007B0B4D"/>
    <w:rsid w:val="007D2C16"/>
    <w:rsid w:val="007F6C2D"/>
    <w:rsid w:val="008050B1"/>
    <w:rsid w:val="00843093"/>
    <w:rsid w:val="00852551"/>
    <w:rsid w:val="0085785B"/>
    <w:rsid w:val="00863709"/>
    <w:rsid w:val="0087684E"/>
    <w:rsid w:val="008F2722"/>
    <w:rsid w:val="00902A37"/>
    <w:rsid w:val="00905275"/>
    <w:rsid w:val="00956D0A"/>
    <w:rsid w:val="00995591"/>
    <w:rsid w:val="00997016"/>
    <w:rsid w:val="009A5EF9"/>
    <w:rsid w:val="009A7E75"/>
    <w:rsid w:val="00A02A49"/>
    <w:rsid w:val="00A0359A"/>
    <w:rsid w:val="00A51F73"/>
    <w:rsid w:val="00AC550F"/>
    <w:rsid w:val="00B14FA0"/>
    <w:rsid w:val="00B24D03"/>
    <w:rsid w:val="00B4332C"/>
    <w:rsid w:val="00B75D23"/>
    <w:rsid w:val="00B7757E"/>
    <w:rsid w:val="00B90E67"/>
    <w:rsid w:val="00BE29B0"/>
    <w:rsid w:val="00BF1EA7"/>
    <w:rsid w:val="00C4796D"/>
    <w:rsid w:val="00C566BC"/>
    <w:rsid w:val="00C7763E"/>
    <w:rsid w:val="00CF0F0E"/>
    <w:rsid w:val="00D30948"/>
    <w:rsid w:val="00D5580F"/>
    <w:rsid w:val="00D738B4"/>
    <w:rsid w:val="00D92F84"/>
    <w:rsid w:val="00E03B88"/>
    <w:rsid w:val="00E505D1"/>
    <w:rsid w:val="00F25520"/>
    <w:rsid w:val="00F34DC2"/>
    <w:rsid w:val="00F749D1"/>
    <w:rsid w:val="00F9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566BC"/>
    <w:pPr>
      <w:spacing w:line="300" w:lineRule="exact"/>
    </w:pPr>
    <w:rPr>
      <w:rFonts w:ascii="Meta Office" w:hAnsi="Meta Office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C566BC"/>
    <w:pPr>
      <w:keepNext/>
      <w:pageBreakBefore/>
      <w:spacing w:line="400" w:lineRule="exact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566BC"/>
    <w:pPr>
      <w:keepNext/>
      <w:spacing w:line="360" w:lineRule="exact"/>
      <w:outlineLvl w:val="1"/>
    </w:pPr>
    <w:rPr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66BC"/>
    <w:pPr>
      <w:keepNext/>
      <w:spacing w:line="320" w:lineRule="exact"/>
      <w:outlineLvl w:val="2"/>
    </w:pPr>
    <w:rPr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F09D8"/>
    <w:pPr>
      <w:tabs>
        <w:tab w:val="center" w:pos="4536"/>
        <w:tab w:val="right" w:pos="9072"/>
      </w:tabs>
      <w:spacing w:line="400" w:lineRule="exact"/>
    </w:pPr>
    <w:rPr>
      <w:i/>
      <w:sz w:val="28"/>
    </w:rPr>
  </w:style>
  <w:style w:type="paragraph" w:styleId="Fuzeile">
    <w:name w:val="footer"/>
    <w:basedOn w:val="Standard"/>
    <w:rsid w:val="00C566BC"/>
    <w:pPr>
      <w:tabs>
        <w:tab w:val="right" w:pos="9072"/>
      </w:tabs>
    </w:pPr>
  </w:style>
  <w:style w:type="table" w:styleId="Tabellenraster">
    <w:name w:val="Table Grid"/>
    <w:basedOn w:val="NormaleTabelle"/>
    <w:rsid w:val="004F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566BC"/>
    <w:pPr>
      <w:spacing w:line="300" w:lineRule="exact"/>
    </w:pPr>
    <w:rPr>
      <w:rFonts w:ascii="Meta Office" w:hAnsi="Meta Office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C566BC"/>
    <w:pPr>
      <w:keepNext/>
      <w:pageBreakBefore/>
      <w:spacing w:line="400" w:lineRule="exact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566BC"/>
    <w:pPr>
      <w:keepNext/>
      <w:spacing w:line="360" w:lineRule="exact"/>
      <w:outlineLvl w:val="1"/>
    </w:pPr>
    <w:rPr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66BC"/>
    <w:pPr>
      <w:keepNext/>
      <w:spacing w:line="320" w:lineRule="exact"/>
      <w:outlineLvl w:val="2"/>
    </w:pPr>
    <w:rPr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F09D8"/>
    <w:pPr>
      <w:tabs>
        <w:tab w:val="center" w:pos="4536"/>
        <w:tab w:val="right" w:pos="9072"/>
      </w:tabs>
      <w:spacing w:line="400" w:lineRule="exact"/>
    </w:pPr>
    <w:rPr>
      <w:i/>
      <w:sz w:val="28"/>
    </w:rPr>
  </w:style>
  <w:style w:type="paragraph" w:styleId="Fuzeile">
    <w:name w:val="footer"/>
    <w:basedOn w:val="Standard"/>
    <w:rsid w:val="00C566BC"/>
    <w:pPr>
      <w:tabs>
        <w:tab w:val="right" w:pos="9072"/>
      </w:tabs>
    </w:pPr>
  </w:style>
  <w:style w:type="table" w:styleId="Tabellenraster">
    <w:name w:val="Table Grid"/>
    <w:basedOn w:val="NormaleTabelle"/>
    <w:rsid w:val="004F5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ordner%20EGO\BFW%20M&#228;rz%2015\Organisation%20BFW\Musterbl&#228;tter%20BFW\leer_hoch_blau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leer_hoch_blau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BFW Dortmund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Gondecki, Edmund</dc:creator>
  <cp:lastModifiedBy>Gondecki, Edmund</cp:lastModifiedBy>
  <cp:revision>4</cp:revision>
  <cp:lastPrinted>2016-02-04T06:34:00Z</cp:lastPrinted>
  <dcterms:created xsi:type="dcterms:W3CDTF">2016-03-08T14:46:00Z</dcterms:created>
  <dcterms:modified xsi:type="dcterms:W3CDTF">2016-03-10T13:47:00Z</dcterms:modified>
</cp:coreProperties>
</file>